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13FE2DCD" w14:textId="77777777">
        <w:trPr>
          <w:cantSplit/>
          <w:trHeight w:val="1845"/>
        </w:trPr>
        <w:tc>
          <w:tcPr>
            <w:tcW w:w="7088" w:type="dxa"/>
          </w:tcPr>
          <w:p w14:paraId="08663C07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FD73555" wp14:editId="2E25F517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198C05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501D6D7D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593C41A2" w14:textId="77777777">
        <w:trPr>
          <w:cantSplit/>
        </w:trPr>
        <w:tc>
          <w:tcPr>
            <w:tcW w:w="7088" w:type="dxa"/>
          </w:tcPr>
          <w:p w14:paraId="192FDFB3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384CE6" wp14:editId="67EAC95A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C85D73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5CA5A1C7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77AEC4BB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06BE34D2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9FD0B92" w14:textId="0C0738DE" w:rsidR="00CA3095" w:rsidRPr="00534285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5A1175">
        <w:rPr>
          <w:rFonts w:ascii="Arial Narrow" w:hAnsi="Arial Narrow" w:cs="Arial"/>
          <w:sz w:val="22"/>
          <w:szCs w:val="22"/>
        </w:rPr>
        <w:t xml:space="preserve">         </w:t>
      </w:r>
      <w:r w:rsidR="007E7E1C">
        <w:rPr>
          <w:rFonts w:ascii="Arial Narrow" w:hAnsi="Arial Narrow" w:cs="Arial"/>
          <w:sz w:val="22"/>
          <w:szCs w:val="22"/>
        </w:rPr>
        <w:t>29.11</w:t>
      </w:r>
      <w:r w:rsidR="003D44DC">
        <w:rPr>
          <w:rFonts w:ascii="Arial Narrow" w:hAnsi="Arial Narrow" w:cs="Arial"/>
          <w:sz w:val="22"/>
          <w:szCs w:val="22"/>
        </w:rPr>
        <w:t>.2024</w:t>
      </w:r>
    </w:p>
    <w:p w14:paraId="0BB1AB1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39FE77E3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724A1F12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2096ED0D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5910DAC5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76A5A99B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020597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4C688AAE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619D1A4A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02059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630663FE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073702AF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3B6B92" wp14:editId="439A983B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4D30E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46EAD44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04FA04AA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691A402" w14:textId="25D1F615" w:rsidR="00A62DC5" w:rsidRPr="005B3EF3" w:rsidRDefault="00A62DC5" w:rsidP="00A62DC5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B3EF3">
        <w:rPr>
          <w:rFonts w:cs="Arial"/>
          <w:b/>
          <w:sz w:val="22"/>
          <w:szCs w:val="22"/>
        </w:rPr>
        <w:t>Zahl der langz</w:t>
      </w:r>
      <w:r w:rsidR="00015BB6" w:rsidRPr="005B3EF3">
        <w:rPr>
          <w:rFonts w:cs="Arial"/>
          <w:b/>
          <w:sz w:val="22"/>
          <w:szCs w:val="22"/>
        </w:rPr>
        <w:t xml:space="preserve">eitarbeitslosen Menschen </w:t>
      </w:r>
      <w:r w:rsidR="0091154A">
        <w:rPr>
          <w:rFonts w:cs="Arial"/>
          <w:b/>
          <w:sz w:val="22"/>
          <w:szCs w:val="22"/>
        </w:rPr>
        <w:t xml:space="preserve">leicht </w:t>
      </w:r>
      <w:r w:rsidR="007E7E1C">
        <w:rPr>
          <w:rFonts w:cs="Arial"/>
          <w:b/>
          <w:sz w:val="22"/>
          <w:szCs w:val="22"/>
        </w:rPr>
        <w:t>gesunken</w:t>
      </w:r>
    </w:p>
    <w:p w14:paraId="1C4DA7B0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17BD6151" w14:textId="408604D6" w:rsidR="007E7E1C" w:rsidRPr="007E7E1C" w:rsidRDefault="00AE76DB" w:rsidP="007E7E1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Nordkreis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>
        <w:rPr>
          <w:rFonts w:cs="Arial"/>
          <w:sz w:val="22"/>
          <w:szCs w:val="22"/>
        </w:rPr>
        <w:t xml:space="preserve">nördlichen Osnabrücker </w:t>
      </w:r>
      <w:r w:rsidR="00C07EFE" w:rsidRPr="00C07EFE">
        <w:rPr>
          <w:rFonts w:cs="Arial"/>
          <w:sz w:val="22"/>
          <w:szCs w:val="22"/>
        </w:rPr>
        <w:t xml:space="preserve">Land ist im laufenden Monat </w:t>
      </w:r>
      <w:r w:rsidR="0091154A">
        <w:rPr>
          <w:rFonts w:cs="Arial"/>
          <w:sz w:val="22"/>
          <w:szCs w:val="22"/>
        </w:rPr>
        <w:t xml:space="preserve">leicht </w:t>
      </w:r>
      <w:r w:rsidR="007E7E1C">
        <w:rPr>
          <w:rFonts w:cs="Arial"/>
          <w:sz w:val="22"/>
          <w:szCs w:val="22"/>
        </w:rPr>
        <w:t>gesunken</w:t>
      </w:r>
      <w:r w:rsidR="003D44DC">
        <w:rPr>
          <w:rFonts w:cs="Arial"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>
        <w:rPr>
          <w:rFonts w:cs="Arial"/>
          <w:sz w:val="22"/>
          <w:szCs w:val="22"/>
        </w:rPr>
        <w:t xml:space="preserve">in den Samtgemeinden </w:t>
      </w:r>
      <w:proofErr w:type="spellStart"/>
      <w:r>
        <w:rPr>
          <w:rFonts w:cs="Arial"/>
          <w:sz w:val="22"/>
          <w:szCs w:val="22"/>
        </w:rPr>
        <w:t>Artland</w:t>
      </w:r>
      <w:proofErr w:type="spellEnd"/>
      <w:r>
        <w:rPr>
          <w:rFonts w:cs="Arial"/>
          <w:sz w:val="22"/>
          <w:szCs w:val="22"/>
        </w:rPr>
        <w:t xml:space="preserve">, Bersenbrück, Fürstenau und Neuenkirchen sowie in der Stadt Bramsche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7E7E1C">
        <w:rPr>
          <w:rFonts w:cs="Arial"/>
          <w:sz w:val="22"/>
          <w:szCs w:val="22"/>
        </w:rPr>
        <w:t>November 1391</w:t>
      </w:r>
      <w:r w:rsidR="00F90932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D34A8D">
        <w:rPr>
          <w:rFonts w:cs="Arial"/>
          <w:sz w:val="22"/>
          <w:szCs w:val="22"/>
        </w:rPr>
        <w:t>von Bü</w:t>
      </w:r>
      <w:r w:rsidR="00550A75">
        <w:rPr>
          <w:rFonts w:cs="Arial"/>
          <w:sz w:val="22"/>
          <w:szCs w:val="22"/>
        </w:rPr>
        <w:t>rgergeld</w:t>
      </w:r>
      <w:r w:rsidR="000D2F15">
        <w:rPr>
          <w:rFonts w:cs="Arial"/>
          <w:sz w:val="22"/>
          <w:szCs w:val="22"/>
        </w:rPr>
        <w:t xml:space="preserve">, </w:t>
      </w:r>
      <w:r w:rsidR="007E7E1C">
        <w:rPr>
          <w:rFonts w:cs="Arial"/>
          <w:sz w:val="22"/>
          <w:szCs w:val="22"/>
        </w:rPr>
        <w:t>acht</w:t>
      </w:r>
      <w:r w:rsidR="00814975">
        <w:rPr>
          <w:rFonts w:cs="Arial"/>
          <w:sz w:val="22"/>
          <w:szCs w:val="22"/>
        </w:rPr>
        <w:t xml:space="preserve"> Person</w:t>
      </w:r>
      <w:r w:rsidR="00F62139">
        <w:rPr>
          <w:rFonts w:cs="Arial"/>
          <w:sz w:val="22"/>
          <w:szCs w:val="22"/>
        </w:rPr>
        <w:t>en</w:t>
      </w:r>
      <w:r w:rsidR="00EF5140">
        <w:rPr>
          <w:rFonts w:cs="Arial"/>
          <w:sz w:val="22"/>
          <w:szCs w:val="22"/>
        </w:rPr>
        <w:t xml:space="preserve"> </w:t>
      </w:r>
      <w:r w:rsidR="007E7E1C">
        <w:rPr>
          <w:rFonts w:cs="Arial"/>
          <w:sz w:val="22"/>
          <w:szCs w:val="22"/>
        </w:rPr>
        <w:t>weniger</w:t>
      </w:r>
      <w:r w:rsidR="0091154A">
        <w:rPr>
          <w:rFonts w:cs="Arial"/>
          <w:sz w:val="22"/>
          <w:szCs w:val="22"/>
        </w:rPr>
        <w:t xml:space="preserve"> als im </w:t>
      </w:r>
      <w:r w:rsidR="007E7E1C">
        <w:rPr>
          <w:rFonts w:cs="Arial"/>
          <w:sz w:val="22"/>
          <w:szCs w:val="22"/>
        </w:rPr>
        <w:t>Okto</w:t>
      </w:r>
      <w:r w:rsidR="0091154A">
        <w:rPr>
          <w:rFonts w:cs="Arial"/>
          <w:sz w:val="22"/>
          <w:szCs w:val="22"/>
        </w:rPr>
        <w:t>ber</w:t>
      </w:r>
      <w:r w:rsidR="00814975">
        <w:rPr>
          <w:rFonts w:cs="Arial"/>
          <w:sz w:val="22"/>
          <w:szCs w:val="22"/>
        </w:rPr>
        <w:t>.</w:t>
      </w:r>
      <w:bookmarkStart w:id="0" w:name="_GoBack"/>
      <w:bookmarkEnd w:id="0"/>
      <w:r w:rsidR="007E7E1C" w:rsidRPr="007E7E1C">
        <w:rPr>
          <w:rFonts w:cs="Arial"/>
          <w:sz w:val="22"/>
          <w:szCs w:val="22"/>
        </w:rPr>
        <w:t xml:space="preserve"> „Die Entwicklung zeigt, dass die Beschäftigungslage hier bei uns weiterhin stabil ist. Dieser Rückgang der Arbeitslosenzahlen zu dieser Jahreszeit ist zwar erfreulich, sollte dennoch nicht überbewertet werden“, sagte </w:t>
      </w:r>
      <w:proofErr w:type="spellStart"/>
      <w:r w:rsidR="007E7E1C" w:rsidRPr="007E7E1C">
        <w:rPr>
          <w:rFonts w:cs="Arial"/>
          <w:sz w:val="22"/>
          <w:szCs w:val="22"/>
        </w:rPr>
        <w:t>MaßArbeit</w:t>
      </w:r>
      <w:proofErr w:type="spellEnd"/>
      <w:r w:rsidR="007E7E1C" w:rsidRPr="007E7E1C">
        <w:rPr>
          <w:rFonts w:cs="Arial"/>
          <w:sz w:val="22"/>
          <w:szCs w:val="22"/>
        </w:rPr>
        <w:t>-Vorstand Lars Hellmers. Natürlich sei der Landkreis Osnabrück nicht abgekoppelt von den wirtschaftlichen und politischen Entwicklungen der kommenden Monate, so der Vorstand weiter.</w:t>
      </w:r>
    </w:p>
    <w:p w14:paraId="17F7A8EF" w14:textId="08C564EC" w:rsidR="003D44DC" w:rsidRPr="003D44DC" w:rsidRDefault="003D44DC" w:rsidP="003D44D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3D44DC" w:rsidRPr="003D44DC" w:rsidSect="00132E23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4C319" w14:textId="77777777" w:rsidR="003103E2" w:rsidRDefault="003103E2">
      <w:r>
        <w:separator/>
      </w:r>
    </w:p>
  </w:endnote>
  <w:endnote w:type="continuationSeparator" w:id="0">
    <w:p w14:paraId="74EB2B62" w14:textId="77777777" w:rsidR="003103E2" w:rsidRDefault="00310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6E6F8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02D8E5C7" wp14:editId="55F3C48E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97A531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4A90E42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494E26E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7EBF5160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0CA1D1A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6F4BE3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2F815" w14:textId="77777777" w:rsidR="003103E2" w:rsidRDefault="003103E2">
      <w:r>
        <w:separator/>
      </w:r>
    </w:p>
  </w:footnote>
  <w:footnote w:type="continuationSeparator" w:id="0">
    <w:p w14:paraId="1E334128" w14:textId="77777777" w:rsidR="003103E2" w:rsidRDefault="003103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46A"/>
    <w:rsid w:val="00000EE1"/>
    <w:rsid w:val="00005B51"/>
    <w:rsid w:val="00015BB6"/>
    <w:rsid w:val="00020597"/>
    <w:rsid w:val="000246D6"/>
    <w:rsid w:val="0003033B"/>
    <w:rsid w:val="00031758"/>
    <w:rsid w:val="0003256E"/>
    <w:rsid w:val="00040E86"/>
    <w:rsid w:val="00042D6D"/>
    <w:rsid w:val="0005568E"/>
    <w:rsid w:val="00081B30"/>
    <w:rsid w:val="00084036"/>
    <w:rsid w:val="000926F7"/>
    <w:rsid w:val="000A5AE9"/>
    <w:rsid w:val="000B2903"/>
    <w:rsid w:val="000C5CEE"/>
    <w:rsid w:val="000C6D44"/>
    <w:rsid w:val="000D2F15"/>
    <w:rsid w:val="000E0DB0"/>
    <w:rsid w:val="000F6311"/>
    <w:rsid w:val="00101A20"/>
    <w:rsid w:val="00114DDD"/>
    <w:rsid w:val="0011692A"/>
    <w:rsid w:val="0012030E"/>
    <w:rsid w:val="001205B8"/>
    <w:rsid w:val="00132E23"/>
    <w:rsid w:val="0013489F"/>
    <w:rsid w:val="00135CFC"/>
    <w:rsid w:val="00152F40"/>
    <w:rsid w:val="00153437"/>
    <w:rsid w:val="001578B3"/>
    <w:rsid w:val="0016505E"/>
    <w:rsid w:val="00175146"/>
    <w:rsid w:val="00195BB4"/>
    <w:rsid w:val="00196183"/>
    <w:rsid w:val="001B2133"/>
    <w:rsid w:val="001B4914"/>
    <w:rsid w:val="001D040D"/>
    <w:rsid w:val="001D1DFB"/>
    <w:rsid w:val="001D68D8"/>
    <w:rsid w:val="001D6B57"/>
    <w:rsid w:val="001D6C30"/>
    <w:rsid w:val="001E19C5"/>
    <w:rsid w:val="001E1C99"/>
    <w:rsid w:val="001E2CCF"/>
    <w:rsid w:val="001E48E9"/>
    <w:rsid w:val="00201BAA"/>
    <w:rsid w:val="00204134"/>
    <w:rsid w:val="0020664E"/>
    <w:rsid w:val="00207533"/>
    <w:rsid w:val="002231E1"/>
    <w:rsid w:val="00231756"/>
    <w:rsid w:val="002374A4"/>
    <w:rsid w:val="0023768C"/>
    <w:rsid w:val="00240222"/>
    <w:rsid w:val="0024086E"/>
    <w:rsid w:val="00245FC7"/>
    <w:rsid w:val="002505C1"/>
    <w:rsid w:val="00254F64"/>
    <w:rsid w:val="00260329"/>
    <w:rsid w:val="00262779"/>
    <w:rsid w:val="0026655A"/>
    <w:rsid w:val="002740C9"/>
    <w:rsid w:val="00285F09"/>
    <w:rsid w:val="0029148B"/>
    <w:rsid w:val="002933CE"/>
    <w:rsid w:val="002A2BC9"/>
    <w:rsid w:val="002B3863"/>
    <w:rsid w:val="002B5C68"/>
    <w:rsid w:val="002C4E85"/>
    <w:rsid w:val="002D38E3"/>
    <w:rsid w:val="002D3EE9"/>
    <w:rsid w:val="002F5C47"/>
    <w:rsid w:val="003103E2"/>
    <w:rsid w:val="00324DFF"/>
    <w:rsid w:val="0033647A"/>
    <w:rsid w:val="00336D89"/>
    <w:rsid w:val="00356D30"/>
    <w:rsid w:val="003653DA"/>
    <w:rsid w:val="003A753E"/>
    <w:rsid w:val="003B0203"/>
    <w:rsid w:val="003B3B41"/>
    <w:rsid w:val="003B4965"/>
    <w:rsid w:val="003B6651"/>
    <w:rsid w:val="003B7E75"/>
    <w:rsid w:val="003C53E0"/>
    <w:rsid w:val="003D3327"/>
    <w:rsid w:val="003D44DC"/>
    <w:rsid w:val="003D7E50"/>
    <w:rsid w:val="003F21F2"/>
    <w:rsid w:val="003F77F1"/>
    <w:rsid w:val="00404571"/>
    <w:rsid w:val="00412B3E"/>
    <w:rsid w:val="00415AEA"/>
    <w:rsid w:val="00420B2A"/>
    <w:rsid w:val="00426561"/>
    <w:rsid w:val="00426B58"/>
    <w:rsid w:val="00452888"/>
    <w:rsid w:val="004545F4"/>
    <w:rsid w:val="00454B87"/>
    <w:rsid w:val="00457972"/>
    <w:rsid w:val="00461AED"/>
    <w:rsid w:val="00463DFC"/>
    <w:rsid w:val="004657B2"/>
    <w:rsid w:val="00475674"/>
    <w:rsid w:val="00477547"/>
    <w:rsid w:val="004777FF"/>
    <w:rsid w:val="004903CF"/>
    <w:rsid w:val="004A27BE"/>
    <w:rsid w:val="004A6D49"/>
    <w:rsid w:val="004D3669"/>
    <w:rsid w:val="004D6DDC"/>
    <w:rsid w:val="004D6E37"/>
    <w:rsid w:val="004E32CA"/>
    <w:rsid w:val="004E3434"/>
    <w:rsid w:val="004E51ED"/>
    <w:rsid w:val="004F164C"/>
    <w:rsid w:val="00505A55"/>
    <w:rsid w:val="00507D9C"/>
    <w:rsid w:val="00510B99"/>
    <w:rsid w:val="00513C07"/>
    <w:rsid w:val="00516249"/>
    <w:rsid w:val="00534285"/>
    <w:rsid w:val="005372FD"/>
    <w:rsid w:val="005450F1"/>
    <w:rsid w:val="00550A75"/>
    <w:rsid w:val="00581C33"/>
    <w:rsid w:val="0058539D"/>
    <w:rsid w:val="005866E6"/>
    <w:rsid w:val="005867B8"/>
    <w:rsid w:val="005918DC"/>
    <w:rsid w:val="00593E8A"/>
    <w:rsid w:val="00594252"/>
    <w:rsid w:val="005A1175"/>
    <w:rsid w:val="005A150D"/>
    <w:rsid w:val="005A19BA"/>
    <w:rsid w:val="005B23D7"/>
    <w:rsid w:val="005B3EF3"/>
    <w:rsid w:val="005C1ED8"/>
    <w:rsid w:val="005C3D13"/>
    <w:rsid w:val="005D0BE5"/>
    <w:rsid w:val="005E257C"/>
    <w:rsid w:val="005E37F5"/>
    <w:rsid w:val="005E5C97"/>
    <w:rsid w:val="005F0FC7"/>
    <w:rsid w:val="005F409F"/>
    <w:rsid w:val="006103BB"/>
    <w:rsid w:val="00612F0C"/>
    <w:rsid w:val="00613D91"/>
    <w:rsid w:val="006206A0"/>
    <w:rsid w:val="00620ED2"/>
    <w:rsid w:val="0062405C"/>
    <w:rsid w:val="00635170"/>
    <w:rsid w:val="006475D5"/>
    <w:rsid w:val="00650E07"/>
    <w:rsid w:val="0065352F"/>
    <w:rsid w:val="00662383"/>
    <w:rsid w:val="00664FCD"/>
    <w:rsid w:val="006767A7"/>
    <w:rsid w:val="00692C06"/>
    <w:rsid w:val="00693E1F"/>
    <w:rsid w:val="00694176"/>
    <w:rsid w:val="006967BE"/>
    <w:rsid w:val="006A5830"/>
    <w:rsid w:val="006B007F"/>
    <w:rsid w:val="006B36B2"/>
    <w:rsid w:val="006D029B"/>
    <w:rsid w:val="006D44BA"/>
    <w:rsid w:val="006E3029"/>
    <w:rsid w:val="006F037F"/>
    <w:rsid w:val="006F4CA7"/>
    <w:rsid w:val="006F6497"/>
    <w:rsid w:val="00704152"/>
    <w:rsid w:val="00712E5F"/>
    <w:rsid w:val="007204C3"/>
    <w:rsid w:val="007208B4"/>
    <w:rsid w:val="00725685"/>
    <w:rsid w:val="00733906"/>
    <w:rsid w:val="00733CBD"/>
    <w:rsid w:val="00742055"/>
    <w:rsid w:val="00752077"/>
    <w:rsid w:val="00753AAB"/>
    <w:rsid w:val="00755887"/>
    <w:rsid w:val="007579E9"/>
    <w:rsid w:val="0077178F"/>
    <w:rsid w:val="00772772"/>
    <w:rsid w:val="00794368"/>
    <w:rsid w:val="007A5C71"/>
    <w:rsid w:val="007A7276"/>
    <w:rsid w:val="007B0214"/>
    <w:rsid w:val="007C6D3A"/>
    <w:rsid w:val="007D43B8"/>
    <w:rsid w:val="007D502F"/>
    <w:rsid w:val="007E66B8"/>
    <w:rsid w:val="007E75D2"/>
    <w:rsid w:val="007E7E1C"/>
    <w:rsid w:val="007F72FE"/>
    <w:rsid w:val="007F7597"/>
    <w:rsid w:val="00802F26"/>
    <w:rsid w:val="008039BB"/>
    <w:rsid w:val="00814975"/>
    <w:rsid w:val="00817F25"/>
    <w:rsid w:val="008212C7"/>
    <w:rsid w:val="008241E0"/>
    <w:rsid w:val="008324A7"/>
    <w:rsid w:val="00835CA5"/>
    <w:rsid w:val="0083609F"/>
    <w:rsid w:val="008412FE"/>
    <w:rsid w:val="00846034"/>
    <w:rsid w:val="00852209"/>
    <w:rsid w:val="00853E76"/>
    <w:rsid w:val="00865D9F"/>
    <w:rsid w:val="00874C61"/>
    <w:rsid w:val="00890DA0"/>
    <w:rsid w:val="008F103E"/>
    <w:rsid w:val="0091154A"/>
    <w:rsid w:val="00913CCC"/>
    <w:rsid w:val="00920575"/>
    <w:rsid w:val="00920DC7"/>
    <w:rsid w:val="00926427"/>
    <w:rsid w:val="00931A72"/>
    <w:rsid w:val="0093289E"/>
    <w:rsid w:val="009373DF"/>
    <w:rsid w:val="00952958"/>
    <w:rsid w:val="00956EE2"/>
    <w:rsid w:val="0096348B"/>
    <w:rsid w:val="00981D73"/>
    <w:rsid w:val="009878E3"/>
    <w:rsid w:val="009B5509"/>
    <w:rsid w:val="009C18DA"/>
    <w:rsid w:val="009C40EC"/>
    <w:rsid w:val="009C56F9"/>
    <w:rsid w:val="009C7292"/>
    <w:rsid w:val="009D715B"/>
    <w:rsid w:val="009F0C34"/>
    <w:rsid w:val="009F3F72"/>
    <w:rsid w:val="00A11BA4"/>
    <w:rsid w:val="00A122D6"/>
    <w:rsid w:val="00A14CDD"/>
    <w:rsid w:val="00A26767"/>
    <w:rsid w:val="00A27348"/>
    <w:rsid w:val="00A27512"/>
    <w:rsid w:val="00A3083C"/>
    <w:rsid w:val="00A325C0"/>
    <w:rsid w:val="00A337E2"/>
    <w:rsid w:val="00A348E4"/>
    <w:rsid w:val="00A416CD"/>
    <w:rsid w:val="00A54C95"/>
    <w:rsid w:val="00A62DC5"/>
    <w:rsid w:val="00A667F9"/>
    <w:rsid w:val="00A87C2A"/>
    <w:rsid w:val="00A94599"/>
    <w:rsid w:val="00A9459C"/>
    <w:rsid w:val="00AA25DE"/>
    <w:rsid w:val="00AB163F"/>
    <w:rsid w:val="00AB3D36"/>
    <w:rsid w:val="00AC09BF"/>
    <w:rsid w:val="00AC5710"/>
    <w:rsid w:val="00AE116B"/>
    <w:rsid w:val="00AE76DB"/>
    <w:rsid w:val="00AF3057"/>
    <w:rsid w:val="00AF5D6B"/>
    <w:rsid w:val="00AF660B"/>
    <w:rsid w:val="00B00D93"/>
    <w:rsid w:val="00B02D79"/>
    <w:rsid w:val="00B03CD9"/>
    <w:rsid w:val="00B04922"/>
    <w:rsid w:val="00B173AD"/>
    <w:rsid w:val="00B236FB"/>
    <w:rsid w:val="00B24C07"/>
    <w:rsid w:val="00B35C89"/>
    <w:rsid w:val="00B36A39"/>
    <w:rsid w:val="00B55048"/>
    <w:rsid w:val="00B61265"/>
    <w:rsid w:val="00B6750B"/>
    <w:rsid w:val="00B7528C"/>
    <w:rsid w:val="00B77C30"/>
    <w:rsid w:val="00B9699F"/>
    <w:rsid w:val="00BA335B"/>
    <w:rsid w:val="00BC7B6C"/>
    <w:rsid w:val="00BF7514"/>
    <w:rsid w:val="00C007A2"/>
    <w:rsid w:val="00C01C4F"/>
    <w:rsid w:val="00C04D2F"/>
    <w:rsid w:val="00C07EFE"/>
    <w:rsid w:val="00C161B0"/>
    <w:rsid w:val="00C17384"/>
    <w:rsid w:val="00C20D79"/>
    <w:rsid w:val="00C23BC6"/>
    <w:rsid w:val="00C348AE"/>
    <w:rsid w:val="00C45F70"/>
    <w:rsid w:val="00C47E4A"/>
    <w:rsid w:val="00C5188F"/>
    <w:rsid w:val="00C6313A"/>
    <w:rsid w:val="00C80C17"/>
    <w:rsid w:val="00C8640C"/>
    <w:rsid w:val="00C900C6"/>
    <w:rsid w:val="00C92292"/>
    <w:rsid w:val="00C94C7B"/>
    <w:rsid w:val="00C973BB"/>
    <w:rsid w:val="00C975E7"/>
    <w:rsid w:val="00CA0B0B"/>
    <w:rsid w:val="00CA3095"/>
    <w:rsid w:val="00CB4CA8"/>
    <w:rsid w:val="00CB5FA2"/>
    <w:rsid w:val="00CC2DAE"/>
    <w:rsid w:val="00CC3015"/>
    <w:rsid w:val="00CC7285"/>
    <w:rsid w:val="00CE054C"/>
    <w:rsid w:val="00CF64D2"/>
    <w:rsid w:val="00CF7137"/>
    <w:rsid w:val="00D073E8"/>
    <w:rsid w:val="00D1634B"/>
    <w:rsid w:val="00D20DCF"/>
    <w:rsid w:val="00D22849"/>
    <w:rsid w:val="00D31443"/>
    <w:rsid w:val="00D33261"/>
    <w:rsid w:val="00D34A8D"/>
    <w:rsid w:val="00D35271"/>
    <w:rsid w:val="00D361E8"/>
    <w:rsid w:val="00D4178B"/>
    <w:rsid w:val="00D65DFA"/>
    <w:rsid w:val="00D81480"/>
    <w:rsid w:val="00D92E5F"/>
    <w:rsid w:val="00D9683C"/>
    <w:rsid w:val="00DA1350"/>
    <w:rsid w:val="00DA1B37"/>
    <w:rsid w:val="00DB6269"/>
    <w:rsid w:val="00DB724E"/>
    <w:rsid w:val="00DC0725"/>
    <w:rsid w:val="00DC4CEB"/>
    <w:rsid w:val="00DC68B3"/>
    <w:rsid w:val="00DE2E37"/>
    <w:rsid w:val="00DF040A"/>
    <w:rsid w:val="00DF337D"/>
    <w:rsid w:val="00E01D40"/>
    <w:rsid w:val="00E044C2"/>
    <w:rsid w:val="00E11EBA"/>
    <w:rsid w:val="00E1423B"/>
    <w:rsid w:val="00E17619"/>
    <w:rsid w:val="00E20523"/>
    <w:rsid w:val="00E2306C"/>
    <w:rsid w:val="00E41D80"/>
    <w:rsid w:val="00E449A3"/>
    <w:rsid w:val="00E520EE"/>
    <w:rsid w:val="00E52A8F"/>
    <w:rsid w:val="00E5620D"/>
    <w:rsid w:val="00E6194B"/>
    <w:rsid w:val="00E65AD5"/>
    <w:rsid w:val="00E7005D"/>
    <w:rsid w:val="00E7021A"/>
    <w:rsid w:val="00E83846"/>
    <w:rsid w:val="00E852A4"/>
    <w:rsid w:val="00E9241C"/>
    <w:rsid w:val="00E9576C"/>
    <w:rsid w:val="00E962B0"/>
    <w:rsid w:val="00EB232C"/>
    <w:rsid w:val="00EB566C"/>
    <w:rsid w:val="00EB5C78"/>
    <w:rsid w:val="00ED074E"/>
    <w:rsid w:val="00ED1AA3"/>
    <w:rsid w:val="00EE570F"/>
    <w:rsid w:val="00EF5140"/>
    <w:rsid w:val="00F13B81"/>
    <w:rsid w:val="00F16104"/>
    <w:rsid w:val="00F16237"/>
    <w:rsid w:val="00F228E1"/>
    <w:rsid w:val="00F37799"/>
    <w:rsid w:val="00F42A6B"/>
    <w:rsid w:val="00F43A7F"/>
    <w:rsid w:val="00F463B4"/>
    <w:rsid w:val="00F62139"/>
    <w:rsid w:val="00F653E1"/>
    <w:rsid w:val="00F66A9D"/>
    <w:rsid w:val="00F73A36"/>
    <w:rsid w:val="00F75002"/>
    <w:rsid w:val="00F81C19"/>
    <w:rsid w:val="00F83331"/>
    <w:rsid w:val="00F90932"/>
    <w:rsid w:val="00FA0855"/>
    <w:rsid w:val="00FA1213"/>
    <w:rsid w:val="00FA7E76"/>
    <w:rsid w:val="00FD4E16"/>
    <w:rsid w:val="00FD558C"/>
    <w:rsid w:val="00FD6127"/>
    <w:rsid w:val="00FD688D"/>
    <w:rsid w:val="00FE1DAF"/>
    <w:rsid w:val="00FE425B"/>
    <w:rsid w:val="00FF2146"/>
    <w:rsid w:val="00FF3FE8"/>
    <w:rsid w:val="00FF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B7CB2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6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0FCC8-B082-4F2E-959E-39E0C6BA8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159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113</cp:revision>
  <cp:lastPrinted>2012-08-06T06:57:00Z</cp:lastPrinted>
  <dcterms:created xsi:type="dcterms:W3CDTF">2021-09-16T12:05:00Z</dcterms:created>
  <dcterms:modified xsi:type="dcterms:W3CDTF">2024-11-25T10:11:00Z</dcterms:modified>
</cp:coreProperties>
</file>